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97" w:rsidRDefault="001C6A97" w:rsidP="00DF65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506D9">
        <w:rPr>
          <w:rFonts w:ascii="Times New Roman" w:hAnsi="Times New Roman"/>
          <w:b/>
          <w:sz w:val="24"/>
          <w:szCs w:val="24"/>
          <w:lang w:val="uk-UA"/>
        </w:rPr>
        <w:t>Особливості організації та проведення педагогічних консиліумів, психолого - педагогічних консиліумів та пси</w:t>
      </w:r>
      <w:r>
        <w:rPr>
          <w:rFonts w:ascii="Times New Roman" w:hAnsi="Times New Roman"/>
          <w:b/>
          <w:sz w:val="24"/>
          <w:szCs w:val="24"/>
          <w:lang w:val="uk-UA"/>
        </w:rPr>
        <w:t>холого – педагогічних семінарів</w:t>
      </w:r>
    </w:p>
    <w:p w:rsidR="001C6A97" w:rsidRDefault="001C6A97" w:rsidP="009364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Романовська Д.Д., Крецул К.М., </w:t>
      </w:r>
    </w:p>
    <w:p w:rsidR="001C6A97" w:rsidRPr="001506D9" w:rsidRDefault="001C6A97" w:rsidP="001506D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фахівці НМЦППСР ІППОЧО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b/>
          <w:lang w:val="uk-UA"/>
        </w:rPr>
        <w:t>Педагогічний консиліум</w:t>
      </w:r>
      <w:r w:rsidRPr="00936477">
        <w:rPr>
          <w:rFonts w:ascii="Times New Roman" w:hAnsi="Times New Roman"/>
          <w:lang w:val="uk-UA"/>
        </w:rPr>
        <w:t xml:space="preserve"> – одна з форм залучення вчителів – предметників до виховної роботи. 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 xml:space="preserve">Основні завдання консиліуму: скорегувати педагогічні позиції вчителів стосовно окремих учнів або класного колективу в цілому, допомогти у розв’язанні конфліктів або попередити їх виникнення. Педагогічний консиліум доцільно проводити при переході учнів від одного етапу навчання до іншого, при необхідності ознайомлення вчителів з особливостями класу або індивідуальними можливостями кожної дитини, при виникненні проблем у роботі вчителів з класом або окремими учнями. 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Підготовка до консиліуму включає:</w:t>
      </w:r>
    </w:p>
    <w:p w:rsidR="001C6A97" w:rsidRPr="00936477" w:rsidRDefault="001C6A97" w:rsidP="00936477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збір інформації про клас або учня з використанням психолого – педагогічних методик вивчення колективу, особистості;</w:t>
      </w:r>
    </w:p>
    <w:p w:rsidR="001C6A97" w:rsidRPr="00936477" w:rsidRDefault="001C6A97" w:rsidP="00936477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аналіз інформації: уточнення проблеми, виявлення позицій учасників конфлікту («провокатор» - той, хто спровокував конфліктну ситуацію; «каталізатор» - той, хто її підтримав);</w:t>
      </w:r>
    </w:p>
    <w:p w:rsidR="001C6A97" w:rsidRPr="00936477" w:rsidRDefault="001C6A97" w:rsidP="00936477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складання плану проведення консиліуму; визначення часу та місця проведення.</w:t>
      </w:r>
    </w:p>
    <w:p w:rsidR="001C6A97" w:rsidRPr="00936477" w:rsidRDefault="001C6A97" w:rsidP="0093647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Заздалегідь треба обрати ведучого. Ним може бути шкільний психолог, досвідчений авторитетний вчитель або представник адміністрації.</w:t>
      </w:r>
    </w:p>
    <w:p w:rsidR="001C6A97" w:rsidRPr="00936477" w:rsidRDefault="001C6A97" w:rsidP="0093647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План проведення педагогічного консиліуму</w:t>
      </w:r>
    </w:p>
    <w:p w:rsidR="001C6A97" w:rsidRPr="00936477" w:rsidRDefault="001C6A97" w:rsidP="00936477">
      <w:pPr>
        <w:pStyle w:val="ListParagraph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Перелік учасників.</w:t>
      </w:r>
    </w:p>
    <w:p w:rsidR="001C6A97" w:rsidRPr="00936477" w:rsidRDefault="001C6A97" w:rsidP="00936477">
      <w:pPr>
        <w:pStyle w:val="ListParagraph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Виступ класного керівника.</w:t>
      </w:r>
    </w:p>
    <w:p w:rsidR="001C6A97" w:rsidRPr="00936477" w:rsidRDefault="001C6A97" w:rsidP="00936477">
      <w:pPr>
        <w:pStyle w:val="ListParagraph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Обмін інформацією між учасниками консиліуму.</w:t>
      </w:r>
    </w:p>
    <w:p w:rsidR="001C6A97" w:rsidRPr="00936477" w:rsidRDefault="001C6A97" w:rsidP="00936477">
      <w:pPr>
        <w:pStyle w:val="ListParagraph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Виявлення та обговорення причин виникнення даної ситуації.</w:t>
      </w:r>
    </w:p>
    <w:p w:rsidR="001C6A97" w:rsidRPr="00936477" w:rsidRDefault="001C6A97" w:rsidP="00936477">
      <w:pPr>
        <w:pStyle w:val="ListParagraph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Узагальнення висловлених думок.</w:t>
      </w:r>
    </w:p>
    <w:p w:rsidR="001C6A97" w:rsidRPr="00936477" w:rsidRDefault="001C6A97" w:rsidP="00936477">
      <w:pPr>
        <w:pStyle w:val="ListParagraph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Координація дій учасників консиліуму.</w:t>
      </w:r>
    </w:p>
    <w:p w:rsidR="001C6A97" w:rsidRPr="00936477" w:rsidRDefault="001C6A97" w:rsidP="00936477">
      <w:pPr>
        <w:pStyle w:val="ListParagraph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Фіксація результатів обговорення.</w:t>
      </w:r>
    </w:p>
    <w:p w:rsidR="001C6A97" w:rsidRPr="00936477" w:rsidRDefault="001C6A97" w:rsidP="0093647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Педагогічний консиліум дає можливість звернути увагу вчителів на проблеми розвитку особистості учнів, дає поштовх для підвищення професіоналізму педагогів, дозволяє вчителям налагодити стосунки з дітьми.</w:t>
      </w:r>
    </w:p>
    <w:p w:rsidR="001C6A97" w:rsidRPr="00936477" w:rsidRDefault="001C6A97" w:rsidP="0093647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lang w:val="uk-UA"/>
        </w:rPr>
      </w:pPr>
      <w:r w:rsidRPr="00936477">
        <w:rPr>
          <w:rFonts w:ascii="Times New Roman" w:hAnsi="Times New Roman"/>
          <w:b/>
          <w:lang w:val="uk-UA"/>
        </w:rPr>
        <w:t>Психолого - педагогічний консиліум.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Психолого – педагогічний консиліум розв’язує такі завдання:- створення цілісного портрету школяра;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виявлення характеру та причин відхилень у навчанні та поведінці учнів;- розробка програми виховних та корекційних заходів;- визначення шляхів та засобів корекційно – розвивальної роботи для педагогів та батьків.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Головний принцип організації психолого – педагогічного консиліуму: комплексність вивчення. Він передбачає тісну взаємодію різних спеціалістів (педагогів, психолога, медичної сестри) у ході вивчення школяра для отримання результатів оцінки фізичного та психологічного стану учня. Отримані результати співвідносяться з віковими критеріями. Ще один важливий принцип – дотримання інтересів учнів.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Психолого – педагогічний консиліум реалізує три функції: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b/>
          <w:lang w:val="uk-UA"/>
        </w:rPr>
        <w:t xml:space="preserve"> діагностичну</w:t>
      </w:r>
      <w:r w:rsidRPr="00936477">
        <w:rPr>
          <w:rFonts w:ascii="Times New Roman" w:hAnsi="Times New Roman"/>
          <w:lang w:val="uk-UA"/>
        </w:rPr>
        <w:t xml:space="preserve"> – вивчення соціальної ситуації розвитку учня, у визначенні домінанти його розвитку, потенційних можливостей та здібностей розпізнаванні характеру відхилень у поведінці, діяльності та спілкуванні, а також стану здоров’я;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b/>
          <w:lang w:val="uk-UA"/>
        </w:rPr>
        <w:t xml:space="preserve"> виховну</w:t>
      </w:r>
      <w:r w:rsidRPr="00936477">
        <w:rPr>
          <w:rFonts w:ascii="Times New Roman" w:hAnsi="Times New Roman"/>
          <w:lang w:val="uk-UA"/>
        </w:rPr>
        <w:t xml:space="preserve"> – розробка проекту корекції у вигляді низки навчально – виховних заходів, що рекомендуються педагогам, батькам та учням (контроль, корекція, розвиток, лікування);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b/>
          <w:lang w:val="uk-UA"/>
        </w:rPr>
        <w:t xml:space="preserve"> реабілітаційну</w:t>
      </w:r>
      <w:r w:rsidRPr="00936477">
        <w:rPr>
          <w:rFonts w:ascii="Times New Roman" w:hAnsi="Times New Roman"/>
          <w:lang w:val="uk-UA"/>
        </w:rPr>
        <w:t xml:space="preserve"> – захист інтересів дитини, що потрапила в несприятливі навчально – виховні або сімейні умови. Зміст сімейної реабілітації – в підвищенні статусу дитини як члена сім’ї або в разі необхідності підвищенні зацікавленості батьків життям та справами дитини. Сутність шкільної  реабілітації полягає в допомозі в адаптації до нових умов, у подоланні  дискомфорту та психологічної незахищеності.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Склад консиліуму: психолог (за наявності), класний керівник, учителі – предметники, що викладають у відповідному класі, медична сестра (за наявності).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Відповідно до мети психолого – педагогічні консиліуми діляться на: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Первинні консиліуми проводяться після завершення обстеження (кінець жовтня). Їхня мета – визначення особливостей розвитку школярів, можливих умов і форм їх навчання, необхідного супроводження педагогічного процесу.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Планові консиліуми–проводяться в березні. Їх мета – оцінка динаміки процесу навчання та корекційних заходів, а також у разі необхідності внесення поправок та доповнень до корекційної або розвивальної роботи з  учнями.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Заключні консиліуми – проводяться на заключних етапах навчання та завершенням корекційної роботи. Мета – оцінка знань учнів, стану емоційно – вольової та пізнавальної сфери, прогнозування успішності учнів у подальшому навчанні.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Позапланові консиліуми проводяться на вимогу класного керівника або інших педагогів, що працюють з учнями в разі необхідності (виникнення несподіваних проблем у навчанні, вихованні або в процесі корекційної роботи. раптових афективних реакцій. Мета – виявлення причин проблеми, що виникла, знаходження адекватних способів її подолання. До участі в таких консиліумах, як правило запрошуються учні відповідного класу.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Функції учасників на етапі підготовки та проведенні психолого – педагогічних консиліумів: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Заступник директора: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 надає організаційну, адміністративну та методичну допомогу;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 розробляє схему проведення консиліумів;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установлює порядок обговорення та слідкує за дотриманням регламенту обговорення;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отримує та аналізує узагальнену інформацію щодо класів, паралелей та окремих учнів (по відношенню до яких потрібне індивідуальне обговорення або співбесіда з батьками);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контролює хід реалізації програми супроводження.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Психолог: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здійснює обробку психодіагностичних обстежень, що були проведені згідно з програмою підготовки;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готує інформацію за двома напрямами: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1.Інформація про конкретних учнів: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1) опис індивідуально – психологічних особливостей учня;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2) сфери психічного життя дитини, у яких виявлено певні порушення або відхилення  від вікової, психічної або соціальної норми. По можливості вказуються причини існуючих порушень;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3) сфери психічного життя, розвиток яких характеризується вираженими індивідуальними особливостями та опис їхніх реальних проявів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4) адекватні форми супроводження.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2. Узагальнена інформація щодо класу (зведені таблиці показників, що вивчаються на етапі діагностики.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Інформація щодо окремих учнів представляється на консиліум особисто психологом, узагальнена інформація по класу передається класному керівнику з необхідними поясненнями та уточненнями у формі, що не порушує права дитини на конфіденційність подібної інформації.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Класний керівник, спираючись на результати власних спостережень та систематизації спостережень інших педагогів, готує педагогічну та психологічну характеристику навчальної діяльності й поведінки класу в цілому та окремих учнів, за такими показниками: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кількісні та якісні характеристики навчальної діяльності (успішність з предметів. можливі причини низької або нерівної успішності);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психологічні особливості класу (за результатами діагностики та консультацій психолога);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показники поведінки та спілкування в навчальних ситуаціях;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умови сімейного виховання.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Вчителі – предметники характеризують конкретних учнів або їх групи за показниками: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 xml:space="preserve"> - труднощі та особливості що проявляються під час усних та письмових відповідей, відповідей біля дошки; труднощі що виникають під час засвоєння нового матеріалу або повторення, виконання творчих завдань;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можливі причини описаних труднощі;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опис типового для учня емоційного стану на уроці;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опис ситуацій, що викликають в учнів різні емоційні труднощі (плач, агресія, роздратування та ін.)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Інформація вихователів стосується опису індивідуальних особливостей та труднощів, що виникають в учнів у позаурочній діяльності, у процесі спілкування з однолітками.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Медична сестра надає консиліуму інформацію про стан здоров’я та фізичні особливості школярів за трьома основними параметрами: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1. Фізичний стан дитини на момент проведення консиліуму: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відповідність фізичного розвитку віковим нормам;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стан органів зору, слуху, кістково – м’язової системи;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переносимість фізичних навантажень.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2. Фактори ризику: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наявність у минулому захворювань та травм, що можуть відбиватися на розвитку дитини;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фактори ризику за основними функціональними системами, наявність хронічних захворювань.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3. Характеристика захворюваності за певний період.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Якщо у школі за штатом, не передбачено заступника директора, психолога, медичної сестри, то їхні функції частково розподіляються між класним керівником, вихователем, вчителями – предметниками.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Будь – які відомості про учня та його сім’ю надаються та обговорюються учасниками тільки за тими параметрами, показниками та характеристиками, у яких наявна важлива для роботи консиліуму та супроводження інформація.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У процесі обговорення індивідуальної та групової стратегії супроводження на консиліумі має бути знайдено оптимальну ситуацію взаємодії учасників навчально – виховного процесу, у ході консиліуму розв’язання задачі супроводжується втіленням у конкретні напрями діяльності й заходи психологічних та педагогічних технологій. Консиліум завершується розподілом між його учасниками обов’язків щодо ведення супроводжувальної та консультативної роботи, з визначенням приблизних строків виконання.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Рішеннями консиліуму є рекомендації з розробки комплексної програми супроводження, що узгоджуються з усіма учасниками і є обов’язковими для всіх спеціалістів, що ведуть навчальну, виховну, корекційну та розвивальну роботу з учнями цього класу.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b/>
          <w:lang w:val="uk-UA"/>
        </w:rPr>
      </w:pPr>
      <w:r w:rsidRPr="00936477">
        <w:rPr>
          <w:rFonts w:ascii="Times New Roman" w:hAnsi="Times New Roman"/>
          <w:lang w:val="uk-UA"/>
        </w:rPr>
        <w:t>Психолого – педагогічний консиліум дозволяє побудувати взаємовідносини учасників навчально – виховного процесу на основі рівноправного співробітництва та особистої відповідальності й організувати цілісне супроводження школярів у процесі всього навчання, задіявши професійний та особистісний потенціал усіх, хто має відношення до ефективності цього процесу.</w:t>
      </w:r>
    </w:p>
    <w:p w:rsidR="001C6A97" w:rsidRPr="00936477" w:rsidRDefault="001C6A97" w:rsidP="00936477">
      <w:pPr>
        <w:spacing w:after="0" w:line="240" w:lineRule="auto"/>
        <w:contextualSpacing/>
        <w:rPr>
          <w:rFonts w:ascii="Times New Roman" w:hAnsi="Times New Roman"/>
          <w:b/>
          <w:lang w:val="uk-UA"/>
        </w:rPr>
      </w:pPr>
      <w:r w:rsidRPr="00936477">
        <w:rPr>
          <w:rFonts w:ascii="Times New Roman" w:hAnsi="Times New Roman"/>
          <w:b/>
          <w:lang w:val="uk-UA"/>
        </w:rPr>
        <w:t>Психолого – педагогічний семінар.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b/>
          <w:lang w:val="uk-UA"/>
        </w:rPr>
        <w:t>Психолого-педагогічні</w:t>
      </w:r>
      <w:r w:rsidRPr="00936477">
        <w:rPr>
          <w:rFonts w:ascii="Times New Roman" w:hAnsi="Times New Roman"/>
          <w:lang w:val="uk-UA"/>
        </w:rPr>
        <w:t xml:space="preserve"> семінари повинні мати предметом свого обговорення конкретні проблеми навчального закладу, даного контингенту дітей, а не проходити на абстрактно-теоретичному рівні, тобто наочно показувати, що психологічні знання безпосередньо пов’язані з вирішенням конкретних проблем навчання та виховання дітей. Ефект від психолого-педагогічного семінару буде більшим, якщо психологічні знання подавати педагогам як засоби вирішення їх професійних та життєвих проблем. Оформлювати матеріали психолого-педагогічних семінарів потрібно у вигляді методичного матеріалу, який може  бути використаний усіма педагогічними працівниками школи.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Схема-структура психолого-педагогічного семінару: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Дата.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Тема.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План: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Теоретичні питання.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Практична частина.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 Література до семінару.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Зміст семінару: доповідь або тези розгляду кожного питання, виступи вчителів (тези), огляд практичної частини (аналіз діагностичної роботи або розгляд учительської діагностики та інше).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Показниками оцінки результативності організації психолого-педагогічного семінару в школі (за В.І.Зверевою) є: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актуальність проведення за даною темою згідно методичної теми закладу освіти;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проблемно-практична спрямованість на професійні інтереси вчителя;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научність;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чіткість, конкретність та доступність викладення змісту;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наявність та теоретичне осмислення нових ідей, технологій;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наявність пізнавального інтересу до змісту, навченість учасників семінару;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 xml:space="preserve"> активність в роботі учасників семінару.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Психолого-педагогічний семінар може мати таку структуру: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теоретичне питання,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діагностичний практикум,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педагогічний практикум (обговорення психолого-педагогічних ситуацій),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методичний практикум (учителі отримують пам’ятки та рекомендації),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-</w:t>
      </w:r>
      <w:r w:rsidRPr="00936477">
        <w:rPr>
          <w:rFonts w:ascii="Times New Roman" w:hAnsi="Times New Roman"/>
          <w:lang w:val="uk-UA"/>
        </w:rPr>
        <w:tab/>
        <w:t>релаксаційний комплекс.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В методичній літературі зустрічаються різні підходи до організації психолого-педагогічних семінарів: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 xml:space="preserve">І. Семінар має єдину тематику,  яка розрахована на навчальний рік і складається з чотирох занять. Наприклад, „Нестандартна дитина”: Заняття 1. „Підготовка вчителя до спілкування з учнями”. Заняття 2. „Обдарована дитина”. Заняття 3. „Невстичаючі учні”. Заняття 4. „Важковиховувані учні”. 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ІІ. На навчальний рік планується 3-4 семінари.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1. Установчий семінар: на якому повідомляються тематика семінарів, які види діагностичної роботи будуть проведені, хто безпосередньо буде брати участь в підготовці і проведенні семінару тощо.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2. Психолого-педагогічний семінар з пиатнь навчальної роботи відповідно до задач навчального закладу та існуючих проблем (листопад).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3. Психолого-педагогічний семінар з питань пов’язаних з системою виховної роботи в навчальному закладі відповідно до виховних задач в поточному році (січень).</w:t>
      </w:r>
    </w:p>
    <w:p w:rsidR="001C6A97" w:rsidRPr="00936477" w:rsidRDefault="001C6A97" w:rsidP="0093647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>Рекомендується попереднє проведення діагностичної роботи (анкети, опитування, спостереження), результати якої узагальнюються і обговорюються на семінарі.</w:t>
      </w:r>
    </w:p>
    <w:p w:rsidR="001C6A97" w:rsidRPr="00454F87" w:rsidRDefault="001C6A97" w:rsidP="00454F87">
      <w:pPr>
        <w:spacing w:after="0" w:line="240" w:lineRule="auto"/>
        <w:contextualSpacing/>
        <w:jc w:val="both"/>
        <w:rPr>
          <w:rFonts w:ascii="Times New Roman" w:hAnsi="Times New Roman"/>
          <w:lang w:val="uk-UA"/>
        </w:rPr>
      </w:pPr>
      <w:r w:rsidRPr="00936477">
        <w:rPr>
          <w:rFonts w:ascii="Times New Roman" w:hAnsi="Times New Roman"/>
          <w:lang w:val="uk-UA"/>
        </w:rPr>
        <w:tab/>
        <w:t>Для підвищення активності з боку вчителів, щоб у розкритті теми брали участь не лише активна меншість вчителів, а й усі учасники шкільного життя, для посилення зацікавленості рекомендується при проведенні психолого-педагогічних семінарів використовувати різноманітні форми роботи. Вчительський колектив можна поділити на групи, до яких входять 7-8 різних за рівнем майстерності педагогів на чолі з найбільш досвідченим вчителем, який обирає одну із запропонованих тем. Також очолювати групи можуть вчителі, які атестуються на підвищення кваліфікаційної категорії.</w:t>
      </w:r>
      <w:bookmarkStart w:id="0" w:name="_GoBack"/>
      <w:bookmarkEnd w:id="0"/>
    </w:p>
    <w:sectPr w:rsidR="001C6A97" w:rsidRPr="00454F87" w:rsidSect="00936477">
      <w:pgSz w:w="11906" w:h="16838"/>
      <w:pgMar w:top="426" w:right="42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F7325"/>
    <w:multiLevelType w:val="hybridMultilevel"/>
    <w:tmpl w:val="6A3027E8"/>
    <w:lvl w:ilvl="0" w:tplc="BD226F9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7F43E69"/>
    <w:multiLevelType w:val="hybridMultilevel"/>
    <w:tmpl w:val="5404A206"/>
    <w:lvl w:ilvl="0" w:tplc="E7FC685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7A682F96"/>
    <w:multiLevelType w:val="hybridMultilevel"/>
    <w:tmpl w:val="7B54ED0A"/>
    <w:lvl w:ilvl="0" w:tplc="AE104DB4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DF6"/>
    <w:rsid w:val="000056EC"/>
    <w:rsid w:val="00112D62"/>
    <w:rsid w:val="0013636E"/>
    <w:rsid w:val="001506D9"/>
    <w:rsid w:val="0016180B"/>
    <w:rsid w:val="00163E1A"/>
    <w:rsid w:val="001662BA"/>
    <w:rsid w:val="00190416"/>
    <w:rsid w:val="001C3355"/>
    <w:rsid w:val="001C4C8B"/>
    <w:rsid w:val="001C6A97"/>
    <w:rsid w:val="001D6C9B"/>
    <w:rsid w:val="002E200D"/>
    <w:rsid w:val="002F2C30"/>
    <w:rsid w:val="002F4B6D"/>
    <w:rsid w:val="00313493"/>
    <w:rsid w:val="00376933"/>
    <w:rsid w:val="00454F87"/>
    <w:rsid w:val="00555383"/>
    <w:rsid w:val="005C1DF6"/>
    <w:rsid w:val="005F4A06"/>
    <w:rsid w:val="00761002"/>
    <w:rsid w:val="007B1A99"/>
    <w:rsid w:val="008A5558"/>
    <w:rsid w:val="008F574C"/>
    <w:rsid w:val="00936477"/>
    <w:rsid w:val="00950581"/>
    <w:rsid w:val="00A96611"/>
    <w:rsid w:val="00AE038C"/>
    <w:rsid w:val="00B36604"/>
    <w:rsid w:val="00B636FC"/>
    <w:rsid w:val="00B7663D"/>
    <w:rsid w:val="00D147CE"/>
    <w:rsid w:val="00D41CFB"/>
    <w:rsid w:val="00DF65A9"/>
    <w:rsid w:val="00E90558"/>
    <w:rsid w:val="00EF1758"/>
    <w:rsid w:val="00FB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9B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DF65A9"/>
    <w:pPr>
      <w:spacing w:before="100" w:beforeAutospacing="1" w:after="100" w:afterAutospacing="1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eastAsia="en-US"/>
    </w:rPr>
  </w:style>
  <w:style w:type="paragraph" w:styleId="ListParagraph">
    <w:name w:val="List Paragraph"/>
    <w:basedOn w:val="Normal"/>
    <w:uiPriority w:val="99"/>
    <w:qFormat/>
    <w:rsid w:val="00190416"/>
    <w:pPr>
      <w:ind w:left="720"/>
      <w:contextualSpacing/>
    </w:pPr>
  </w:style>
  <w:style w:type="paragraph" w:styleId="NormalWeb">
    <w:name w:val="Normal (Web)"/>
    <w:basedOn w:val="Normal"/>
    <w:uiPriority w:val="99"/>
    <w:rsid w:val="00DF65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1920</Words>
  <Characters>10947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Особливості організації та проведення педагогічних консиліумів, психолого - педагогічних консиліумів та психолого – педагогічних семінарів</dc:title>
  <dc:subject/>
  <dc:creator>Кристина</dc:creator>
  <cp:keywords/>
  <dc:description/>
  <cp:lastModifiedBy>User</cp:lastModifiedBy>
  <cp:revision>5</cp:revision>
  <dcterms:created xsi:type="dcterms:W3CDTF">2015-11-12T10:43:00Z</dcterms:created>
  <dcterms:modified xsi:type="dcterms:W3CDTF">2015-12-15T10:28:00Z</dcterms:modified>
</cp:coreProperties>
</file>